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1001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독일어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베르투리 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1002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독일어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베르투리 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1003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독일어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베르투리 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1004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독일어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베르투리 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1005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오수문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1006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방채홍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경1307A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1007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양건분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1008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방채홍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1009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정민녀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경1307C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정민녀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정민녀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정민녀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정민녀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1014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1015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정민녀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방채홍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양건분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양건분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프랑스어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베로니크 엘리아스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1021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프랑스어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베로니크 엘리아스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1022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프랑스어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베로니크 엘리아스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1023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러시아어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이주만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1024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기초화학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이성호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화2113A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1026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유럽역사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그렉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대빌</w:t>
            </w:r>
            <w:r>
              <w:rPr>
                <w:rFonts w:ascii="돋움" w:hAnsi="돋움" w:cs="돋움" w:eastAsia="돋움"/>
                <w:sz w:val="16"/>
                <w:szCs w:val="16"/>
              </w:rPr>
              <w:t> 레어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1027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한국사회의쟁점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패트릭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1028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한국사회의쟁점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유사라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1029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세계문학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드사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나이</w:t>
            </w:r>
            <w:r>
              <w:rPr>
                <w:rFonts w:ascii="돋움" w:hAnsi="돋움" w:cs="돋움" w:eastAsia="돋움"/>
                <w:sz w:val="16"/>
                <w:szCs w:val="16"/>
              </w:rPr>
              <w:t> 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세비오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활107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5"/>
          <w:type w:val="continuous"/>
          <w:pgSz w:w="11900" w:h="16840"/>
          <w:pgMar w:header="128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1030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문화와축제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서철현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1031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과학과예술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유준혁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1032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과학과예술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1033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과학과예술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우홍체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사회적기업의이해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이재현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1035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격동하는한국현대사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박재영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1036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대중매체와문화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허영은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1037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동양철학과하이브리 드문화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양승권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DU∼MOOC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DU∼MOOC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1038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클라시카,플라톤,국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변상출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1039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클라시카,헤로도토스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박재영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명1414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,역사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클라시카,다윈,종의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명1109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기원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1041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컴퓨팅적사고와융합 적문제해결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조익성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DU∼MOOC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DU∼MOOC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클라시카,호메로스,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조혜경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명1414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일리아드오디세이아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클라시카,공자,논어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양승권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1044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클라시카,공자,논어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노우정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1045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클라시카,단테,신곡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송효정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1046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클라시카,정약용,목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박경용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인1-1101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민심서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클라시카,칸트,실천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이성비판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인1-1224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1048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클라시카,듀이,민주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김규훈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명1109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주의와교육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동아시아도시인문기 행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허영은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DU∼MOOC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DU</w:t>
            </w:r>
            <w:r>
              <w:rPr>
                <w:rFonts w:ascii="돋움"/>
                <w:spacing w:val="-9"/>
                <w:sz w:val="16"/>
              </w:rPr>
              <w:t> </w:t>
            </w:r>
            <w:r>
              <w:rPr>
                <w:rFonts w:ascii="돋움"/>
                <w:sz w:val="16"/>
              </w:rPr>
              <w:t>MOOC</w:t>
            </w:r>
            <w:r>
              <w:rPr>
                <w:rFonts w:ascii="돋움"/>
                <w:sz w:val="16"/>
              </w:rPr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DU∼MOO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C.협동강</w:t>
            </w:r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1049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오디세이프로젝트3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전용숙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전쟁과평화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인1-1224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1154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권욱동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1155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전용숙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1156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1157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1158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윤관희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1189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제이슨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머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목(10:00-10:50)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1190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잭슨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윌리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매튜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목(10:00-10:50)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1191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조슈아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인1-1218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목(10:00-10:50)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1192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엄기영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1193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1194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이희정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1195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우창현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1196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김명광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1197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정인호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1198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맥클레인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앤드류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목(13:00-13:50)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1199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엘리자베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목(13:00-13:50)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1200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놀리존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인1-1218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목(13:00-13:50)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1201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권응상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1202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민성기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1203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1204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리치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루바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1205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브라인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경1419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린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1206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김봉정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1207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최장근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1208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허영은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1209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저스틴케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경1419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니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1210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브라인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린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인1-1221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1211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잭슨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윌리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매튜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6"/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1214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윤관희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1215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류혜경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이동춘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최재훈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유럽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1218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제이슨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월(10:00-10:50)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머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유럽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리치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루바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유럽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서요성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인문대유럽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1221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이규환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1222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코츠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인1-1318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넬슨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인2-2302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1223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암스트롱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그레엄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1224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앤드류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인1-1218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1226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최봉암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1227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김용규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1228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남인수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1229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에리티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니엘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크리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목(10:00-10:50)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1230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저스틴케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니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목(10:00-10:50)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1231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암스트롱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그레엄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목(10:00-10:50)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1232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권욱동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1233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조민행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고의석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1235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한건수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1148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머레이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듀</w:t>
            </w:r>
            <w:r>
              <w:rPr>
                <w:rFonts w:ascii="돋움" w:hAnsi="돋움" w:cs="돋움" w:eastAsia="돋움"/>
                <w:sz w:val="16"/>
                <w:szCs w:val="16"/>
              </w:rPr>
              <w:t> 프레시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1149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도란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코너</w:t>
            </w:r>
            <w:r>
              <w:rPr>
                <w:rFonts w:ascii="돋움" w:hAnsi="돋움" w:cs="돋움" w:eastAsia="돋움"/>
                <w:sz w:val="16"/>
                <w:szCs w:val="16"/>
              </w:rPr>
              <w:t> 마이클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도란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코너</w:t>
            </w:r>
            <w:r>
              <w:rPr>
                <w:rFonts w:ascii="돋움" w:hAnsi="돋움" w:cs="돋움" w:eastAsia="돋움"/>
                <w:sz w:val="16"/>
                <w:szCs w:val="16"/>
              </w:rPr>
              <w:t> 마이클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마틴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리즈</w:t>
            </w:r>
            <w:r>
              <w:rPr>
                <w:rFonts w:ascii="돋움" w:hAnsi="돋움" w:cs="돋움" w:eastAsia="돋움"/>
                <w:sz w:val="16"/>
                <w:szCs w:val="16"/>
              </w:rPr>
              <w:t> 웨이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마틴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리즈</w:t>
            </w:r>
            <w:r>
              <w:rPr>
                <w:rFonts w:ascii="돋움" w:hAnsi="돋움" w:cs="돋움" w:eastAsia="돋움"/>
                <w:sz w:val="16"/>
                <w:szCs w:val="16"/>
              </w:rPr>
              <w:t> 웨이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1160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1162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특수교육학개론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옥민욱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1159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교육방법및교육공학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김진숙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1161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교육행정및교육경영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김민희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1163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교직실무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이기택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1164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박효근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1165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교양키워드읽기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조항구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1166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근대유럽의세계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최영태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인1-1429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1167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인문학과과학기술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양승권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1168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국민국가,제국그리고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이달희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민주주의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1169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디지털기술과미래사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조익성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1170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고대그리스철학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1171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환경생태의이해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원승건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인1-1428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1172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역사,지리,문화로본 성경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오정숙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1173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유럽의역사적이해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범1217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1176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질병의문명사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1174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통일인문학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1175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클래식로드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조혜경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50"/>
        <w:ind w:left="160" w:right="0" w:firstLine="0"/>
        <w:jc w:val="left"/>
        <w:rPr>
          <w:rFonts w:ascii="돋움" w:hAnsi="돋움" w:cs="돋움" w:eastAsia="돋움"/>
          <w:sz w:val="16"/>
          <w:szCs w:val="16"/>
        </w:rPr>
      </w:pPr>
      <w:r>
        <w:rPr>
          <w:rFonts w:ascii="돋움" w:hAnsi="돋움" w:cs="돋움" w:eastAsia="돋움"/>
          <w:b/>
          <w:bCs/>
          <w:sz w:val="16"/>
          <w:szCs w:val="16"/>
        </w:rPr>
        <w:t>성산교양대학(S-LAC)</w:t>
      </w:r>
      <w:r>
        <w:rPr>
          <w:rFonts w:ascii="돋움" w:hAnsi="돋움" w:cs="돋움" w:eastAsia="돋움"/>
          <w:sz w:val="16"/>
          <w:szCs w:val="16"/>
        </w:rPr>
      </w:r>
    </w:p>
    <w:p>
      <w:pPr>
        <w:spacing w:line="240" w:lineRule="auto" w:before="7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1237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수젠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볼호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월(15:00-15:50)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1238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베닝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셉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1239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한선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아이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린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월(15:00-15:50)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1241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라포인트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마크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앤드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본관503호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본관505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1244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한진우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물1105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1245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1246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김민희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자본1104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명1108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1248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박소영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자본1204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1249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오정숙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생3215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성산교양대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1236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현대사회와경제학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홍인기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7"/>
          <w:pgSz w:w="11900" w:h="16840"/>
          <w:pgMar w:header="1080" w:footer="0" w:top="12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박성원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1254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김미령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1255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전용숙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1269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놀리존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법행1217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목(17:00-17:50)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1270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돈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목(17:00-17:50)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법행2401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1271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이스릴엠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쿠다스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목(17:00-17:50)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1272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이스릴엠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화(17:00-17:50)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법행1217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쿠다스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1273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그렉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대빌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화(17:00-17:50)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레어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법행1302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1274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서정욱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1275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박길환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1276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송건섭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1277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1278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조덕호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1279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제이슨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머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1280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돈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법행1309A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1281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리치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루바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법행2201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1282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기광도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1283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박기석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1284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박순진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사2-104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1285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김상호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교수연구실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1286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이스릴엠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월(13:00-13:50)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법행2201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쿠다스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1287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위프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월(13:00-13:50)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법행1217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보이드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1288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놀리존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법행1302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1289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조순제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1290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함요상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1291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1292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소영진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1293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박기묵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8"/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1294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잭슨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윌리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월(16:00-16:50)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매튜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1295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리치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루바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법행2201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1296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정홍인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1297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김미령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부동산·지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1298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크롤리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월(16:00-16:50)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적</w:t>
            </w: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니퍼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루이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부동산·지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1299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위프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법행1217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적</w:t>
            </w: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보이드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법행2304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부동산·지 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한정희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부동산·지 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1301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정성용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부동산·지 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1302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이성화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부동산·지 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1303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박원석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46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게일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라</w:t>
            </w:r>
            <w:r>
              <w:rPr>
                <w:rFonts w:ascii="돋움" w:hAnsi="돋움" w:cs="돋움" w:eastAsia="돋움"/>
                <w:sz w:val="16"/>
                <w:szCs w:val="16"/>
              </w:rPr>
              <w:t> 이튼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크리스토 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리차드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1257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1259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특수교육학개론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옥민욱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1256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교육방법및교육공학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김진숙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1258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교육행정및교육경영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김민희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1260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교직실무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이기택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1261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현대유럽의이해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안병억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1262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교양키워드읽기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변상출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법행강당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1263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디지털기술과미래사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1264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과학기술사회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박지은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1265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사회복지와인권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이준상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법행1310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1266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다문화사회와가족복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노성향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1267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포스트휴먼사회의정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고선규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치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법행2301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1304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홍진석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1305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예병환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1306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권현주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1307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전용숙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1308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1309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조혜경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박호관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박규준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1314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주영중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1315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박호관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황형식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권오수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이주희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남중섭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1321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박규준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1322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이윤경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1323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민병욱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1324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박경용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1326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김규훈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1327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경상-PBL2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1328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1329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1330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박붕익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1331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9"/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1332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1333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전용숙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1388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수젠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볼호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화(15:00-15:50)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1389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경1202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1390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패트릭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경1306B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1391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샤워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조단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월터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경1316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1392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뉴옌챈트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경1307A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1393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김재훈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1394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김용원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1395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전승훈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1396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황진태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1397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홍인기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1398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박승준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1399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레이날도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경1306B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라모스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경1307A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1401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수젠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볼호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1402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저스틴케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경1309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니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1403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패트릭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1404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오현석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1405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경상-PBL5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1406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서민교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경상-PBL3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1407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배연호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경2105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1408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심종석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1409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정재휘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경상강당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1410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조슈아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론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경1306A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1411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돈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경1316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1412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경1306A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경1204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수젠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볼호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1414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패트릭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경1307A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1415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경상-PBL2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교1110호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박상철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교1104호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최진명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경2105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이진화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이기은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경상-PBL3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1421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이웅규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경상-PBL5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1422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권순재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경2104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1423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이가연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1424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제이슨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경1306B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머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경1204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월(13:00-13:50)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1426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돈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경1306B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1427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패트릭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월(13:00-13:50)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1428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수젠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볼호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월(13:00-13:50)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경1307A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1429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이병산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1430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정준희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1431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1432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박홍조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1433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서란주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김임현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1435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이장형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1436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최정운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1437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판티노플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화(10:00-10:50)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레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신티아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목(11:00-11:50)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1438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제이슨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화(10:00-10:50)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머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목(11:00-11:50)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1439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저스틴케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니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목(11:00-11:50)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경1201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이주희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1441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노정희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이응진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이광우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경1307C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1444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앤드류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경1320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수(10:00-10:50)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1445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저스틴케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경1306B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니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수(10:00-10:50)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1446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한선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아이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경1307A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린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수(10:00-10:50)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이원돈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1448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이윤호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경상-PBL2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1449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고강석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경상-PBL3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공재식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경상-PBL5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1451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앤드류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월(10:00-10:50)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경1306B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1452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베닝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월(10:00-10:50)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경1307A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셉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1453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레이날도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라모스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경1307C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1454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저스틴케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월(10:00-10:50)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경1320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니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1455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김병국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1456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1457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고동우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1458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 교원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경1406B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박현정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1335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박현정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경1307C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1336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1337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박은하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1338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1339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1341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홍수영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경1307A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이덕균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남중섭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1344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김연주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1345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1346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김혜나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1348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최영태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1349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김민규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심도희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송효정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김규훈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1354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홍진석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1355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이상옥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1356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1358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1360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특수교육학개론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1357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교육방법및교육공학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오정숙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1359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교육행정및교육경영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손종호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1361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교직실무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1362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기초화학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1363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확률과통계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이경준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1364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즐거운철학이야기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경상강당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경상-PBL2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1365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세계를보는세가지시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원효식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선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1366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사회과학의탄생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민병욱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1367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디지털기술과미래사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박붕익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1368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문학과예술의사회사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주영중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1369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수학,인문으로수를읽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이덕균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경1308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다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경1101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1370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디지털융합생태계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우홍체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1371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소프트웨어제작프로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조익성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1372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한자문화의이해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최장근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1373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소셜콘텐츠제작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조익성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교1103호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1374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동아시아경제와문화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민성기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네트워크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1375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심리기술훈련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고의석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1376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권력,의무,자유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이용승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1377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디지노마드시대의문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박경용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화인류학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경1313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1378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동아시아디아스포라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양종근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경1408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문학예술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1467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1468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서종수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1469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1470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1471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박기묵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1494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크롤리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니퍼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루이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사1302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1495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놀리존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1496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샤워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조단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월터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1497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맥클레인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앤드류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1498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이스릴엠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쿠다스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1499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패트릭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김문근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1501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사2109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1502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이현주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1503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김석주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사2309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1504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김연희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1505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이준상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사2106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1506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조한진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1507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곽민영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사2-307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1508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현진희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사2108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1509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박태영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이동석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양난주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김사현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돈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화(16:00-16:50)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1514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그렉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대빌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화(16:00-16:50)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레어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1515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드사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나이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화(16:00-16:50)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세비오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박재연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사2107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0"/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정소희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사2106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최웅용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사2306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윤민화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사2108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1520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베닝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셉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1521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한선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아이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린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1522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게일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이튼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사1302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1523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노성향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1524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이규호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사2407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 교원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1526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 교원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1527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위프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월(10:00-10:50)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보이드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1528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크롤리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월(10:00-10:50)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니퍼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루이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1529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사2106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1530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홍덕률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1531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이희영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사2-307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1532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이승협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사2107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문헌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1533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테레사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나밧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금(11:00-11:50)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문헌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1534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조셉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데븐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포트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금(11:00-11:50)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문헌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1535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백재은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사2-307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문헌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1536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윤희윤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사1313A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문헌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1537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김선호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사2309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1538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코츠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넬슨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1539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크리스토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리차드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패트릭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화(11:00-11:50)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금(14:00-14:50)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1541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라포인트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마크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앤드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정위훈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금명자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1544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임영진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1545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1546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김근향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석동헌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1548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김은석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1549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판티노플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레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신티아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금(11:00-11:50)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1550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브라인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린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금(11:00-11:50)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이소영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안병억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박광득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1554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하영수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1555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놀리존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수(12:00-12:50)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사1203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1556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맥클레인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앤드류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수(12:00-12:50)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사1301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1557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아트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이코나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1558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하진홍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1559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김동윤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사1307A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1560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류성진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1561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김성해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1459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크리스토 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리차드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1460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머레이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듀</w:t>
            </w:r>
            <w:r>
              <w:rPr>
                <w:rFonts w:ascii="돋움" w:hAnsi="돋움" w:cs="돋움" w:eastAsia="돋움"/>
                <w:sz w:val="16"/>
                <w:szCs w:val="16"/>
              </w:rPr>
              <w:t> 프레시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1461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머레이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듀</w:t>
            </w:r>
            <w:r>
              <w:rPr>
                <w:rFonts w:ascii="돋움" w:hAnsi="돋움" w:cs="돋움" w:eastAsia="돋움"/>
                <w:sz w:val="16"/>
                <w:szCs w:val="16"/>
              </w:rPr>
              <w:t> 프레시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1462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코츠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로버</w:t>
            </w:r>
            <w:r>
              <w:rPr>
                <w:rFonts w:ascii="돋움" w:hAnsi="돋움" w:cs="돋움" w:eastAsia="돋움"/>
                <w:sz w:val="16"/>
                <w:szCs w:val="16"/>
              </w:rPr>
              <w:t> 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넬슨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1463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머레이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듀</w:t>
            </w:r>
            <w:r>
              <w:rPr>
                <w:rFonts w:ascii="돋움" w:hAnsi="돋움" w:cs="돋움" w:eastAsia="돋움"/>
                <w:sz w:val="16"/>
                <w:szCs w:val="16"/>
              </w:rPr>
              <w:t> 프레시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1464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마틴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리즈</w:t>
            </w:r>
            <w:r>
              <w:rPr>
                <w:rFonts w:ascii="돋움" w:hAnsi="돋움" w:cs="돋움" w:eastAsia="돋움"/>
                <w:sz w:val="16"/>
                <w:szCs w:val="16"/>
              </w:rPr>
              <w:t> 웨이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1465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1466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마틴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리즈</w:t>
            </w:r>
            <w:r>
              <w:rPr>
                <w:rFonts w:ascii="돋움" w:hAnsi="돋움" w:cs="돋움" w:eastAsia="돋움"/>
                <w:sz w:val="16"/>
                <w:szCs w:val="16"/>
              </w:rPr>
              <w:t> 웨이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1473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1475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특수교육학개론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옥민욱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1472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교육방법및교육공학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김진숙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1474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교육행정및교육경영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김민희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1478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교직실무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이기택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1476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학교현장실습(사서)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사범대학 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1477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학교현장실습(전문상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사범대학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담)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</w:t>
            </w: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1479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즐거운철학이야기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변상출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1480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사회과학의탄생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민병욱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1481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수학,인문으로수를읽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이덕균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종-강당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다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1482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예술과디지털커뮤니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이소영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케이션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1483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과학기술사회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박지은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1484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빅데이터의세계와통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윤상후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계적사고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1485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모더니즘산책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서요성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1486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생명의역사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서계홍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1487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생명의역사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서계홍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1488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기독교역사의이해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박기묵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1489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포스트휴먼사회의정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고선규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치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1490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언어와사회문화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김규훈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사1410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1491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디지털문화와언어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박호관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1492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역사속의다문화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박재영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종3101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수학통계·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1562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심도희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자본1104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빅데이터</w:t>
            </w: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(필)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수학통계·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1563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박경용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자본1102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빅데이터</w:t>
            </w: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(필)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1564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정태식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1565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권오수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1566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이주희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생3215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원예바이오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1567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권동우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원예바이오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1568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산림동물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1569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이상옥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산림동물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1570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산림동물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1571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박경용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원예바이오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1572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환1-1405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1573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1574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1609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패트릭트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명1410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래블스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1610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한선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아이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명1108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린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권남희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최용호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자본1305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김래용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자본1306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1614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베닝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월(13:00-13:50)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명1410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이터</w:t>
            </w: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셉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1615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레이날도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월(13:00-13:50)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자본1403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이터</w:t>
            </w: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라모스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 이터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윤상후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자본1202A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 이터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김종태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자본1202C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 이터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이경준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자본1206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 이터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황진섭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자본1203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1620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샤워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조단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월(10:00-10:50)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화2113B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월터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수(10:00-10:50)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1621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맥클레인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경1306A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앤드류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수(10:00-10:50)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경1316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1622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심준호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화2108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1623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김장섭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1"/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1624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김학중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이성호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화2112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1626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위경량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화2109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1627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강태종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1628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잭슨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윌리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매튜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1629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레이날도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생3215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라모스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1630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조슈아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생3214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론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1631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이창우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명1309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1632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유병제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명1206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1633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원효식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명1208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1635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하달수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명1313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1636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홍창수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명1211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1637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장천영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명1217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1638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에리티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환1-1116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니엘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크리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환1-1410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1639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데렉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메이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환1-1405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환1-1306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김동엽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1641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이덕재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환1-1406B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안세희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환1-1410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오세창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환1-1223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1644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환1-1310A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원예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1645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테레사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환1-1405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나밧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환1-1205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원예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1646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조셉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데븐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환1-1410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포트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원예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원예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1648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사공동훈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1649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테레사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환1-1308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나밧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목(10:00-10:50)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환1-1205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1650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조셉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데븐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환1-1405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포트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목(10:00-10:50)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환1-1223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최장원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환2-2412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정병룡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환2-2413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1654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박상규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1655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암스트롱 그레엄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1656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테레사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매</w:t>
            </w:r>
            <w:r>
              <w:rPr>
                <w:rFonts w:ascii="돋움" w:hAnsi="돋움" w:cs="돋움" w:eastAsia="돋움"/>
                <w:sz w:val="16"/>
                <w:szCs w:val="16"/>
              </w:rPr>
              <w:t> 나밧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1657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서병부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1658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강석남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1659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원승건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환1-1120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1660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조익환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환1-1121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1575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김혜나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자본1104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1576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주영중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자본1104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1577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이덕균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자본1104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1578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양승권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1579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조혜경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1580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환1-1405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1581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권미영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1582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황형식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자본1104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1583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주영중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1585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합)경상대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1587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특수교육학개론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합)경상대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1584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교육방법및교육공학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오정숙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합)경상대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1586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교육행정및교육경영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손종호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합)경상대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1588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교직실무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합)경상대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1589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기초화학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김은주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1590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생활과과학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이건직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1591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즐거운철학이야기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양승권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1592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교양키워드읽기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송효정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환1-1111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1593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고전과현대문화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김민규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1594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과학기술사회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박붕익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1595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아름다움이란무엇인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변상출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환1-1111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1596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컴퓨팅적사고와융합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이건직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교1107A호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적문제해결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1597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성과생명과학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구덕본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1598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4차산업혁명이해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김순철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자본1102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1599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영상으로배우는생활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임광희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공0202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속의환경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마이크로생명과학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조익성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과학생명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1601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실크로드와동아시아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서주영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환1-1111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모빌리티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1675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1676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이수철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1677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정소희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1678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이준호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1679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1680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이길하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1681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1727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윌리엄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공3313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1728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도날드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공3217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랜빌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1729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머레이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공1319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1730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권제중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공0201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1731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함진식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1732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안성훈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1733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공1428B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정재동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1735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뉴옌챈트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공3513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목(16:00-16:50)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공3217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1736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미들튼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공3217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조앤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목(16:00-16:50)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공3313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1737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머레이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화(13:00-13:50)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공3422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목(16:00-16:50)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1738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강수태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1739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이길하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공1607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1741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손무락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공P332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공1610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1743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게일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이튼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1744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아트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이코나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1745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이준호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1746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공2505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김성호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공2501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2"/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1748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윌리엄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공2201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1749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에릭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내쉬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월(15:00-15:50)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함재용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임광희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권영환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1753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패트릭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공6409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1754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뉴옌챈트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공6410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수(12:00-12:50)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공6508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1755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이의종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공0202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1756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황인조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1757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김대기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공6211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1758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1759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김문현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공3614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1760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레이날도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라모스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1761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뉴옌챈트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공2201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1762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머레이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공2212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1763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강선철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1764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장원구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1765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윤종원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1766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구덕본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1767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머레이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공3217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공3513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1768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도날드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공3313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랜빌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공2201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1769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이우성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공3419A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1770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조현주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공3519B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1771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장병관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공3521A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1772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공3519A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도시계획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1773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엘리자베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공3313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목(10:00-10:50)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도시계획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1774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데렉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메이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공3422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목(10:00-10:50)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공3217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도시계획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1775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장명준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도시계획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1776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권성문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공3614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도시계획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1777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김준우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신소재에너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1778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윌리엄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월(16:00-16:50)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공3217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신소재에너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1779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아트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이코나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공3313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신소재에너 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1780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정혜경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신소재에너 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1781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김헌정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신소재에너 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1782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조현우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공3614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1783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수젠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볼호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공6508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1784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패트릭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공3217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1785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공2401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1786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황우석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1787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윤강섭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공6209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1788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남진현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공6308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1789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이수철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공6205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1790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라포인트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공6409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마크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앤드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1791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조슈아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공3422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론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1792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데렉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메이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공3513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1793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이덕영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1794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김홍석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공6308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1795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김세호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공6301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1796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박철재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1797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김봉훈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공6205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1798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윤재웅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1799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그렉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대빌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공3422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레어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금(13:00-13:50)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공3217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1800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데렉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메이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공3713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금(13:00-13:50)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1801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조슈아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공3614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론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금(13:00-13:50)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1802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배현주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공3721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1803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부소영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공3713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1804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공3719A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1805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공3622A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1806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공3620B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1661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코츠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로버</w:t>
            </w:r>
            <w:r>
              <w:rPr>
                <w:rFonts w:ascii="돋움" w:hAnsi="돋움" w:cs="돋움" w:eastAsia="돋움"/>
                <w:sz w:val="16"/>
                <w:szCs w:val="16"/>
              </w:rPr>
              <w:t> 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넬슨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1662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도란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코너</w:t>
            </w:r>
            <w:r>
              <w:rPr>
                <w:rFonts w:ascii="돋움" w:hAnsi="돋움" w:cs="돋움" w:eastAsia="돋움"/>
                <w:sz w:val="16"/>
                <w:szCs w:val="16"/>
              </w:rPr>
              <w:t> 마이클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2.전문교양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1663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머레이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듀</w:t>
            </w:r>
            <w:r>
              <w:rPr>
                <w:rFonts w:ascii="돋움" w:hAnsi="돋움" w:cs="돋움" w:eastAsia="돋움"/>
                <w:sz w:val="16"/>
                <w:szCs w:val="16"/>
              </w:rPr>
              <w:t> 프레시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공1428B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2.전문교양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1664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라포인트 마크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앤드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2.전문교양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1665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머레이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듀</w:t>
            </w:r>
            <w:r>
              <w:rPr>
                <w:rFonts w:ascii="돋움" w:hAnsi="돋움" w:cs="돋움" w:eastAsia="돋움"/>
                <w:sz w:val="16"/>
                <w:szCs w:val="16"/>
              </w:rPr>
              <w:t> 프레시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2.전문교양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1666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샤워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조단</w:t>
            </w:r>
            <w:r>
              <w:rPr>
                <w:rFonts w:ascii="돋움" w:hAnsi="돋움" w:cs="돋움" w:eastAsia="돋움"/>
                <w:sz w:val="16"/>
                <w:szCs w:val="16"/>
              </w:rPr>
              <w:t> 월터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공1428B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2.전문교양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1667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46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게일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라</w:t>
            </w:r>
            <w:r>
              <w:rPr>
                <w:rFonts w:ascii="돋움" w:hAnsi="돋움" w:cs="돋움" w:eastAsia="돋움"/>
                <w:sz w:val="16"/>
                <w:szCs w:val="16"/>
              </w:rPr>
              <w:t> 이튼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3.전문교양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1668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애덤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탐슨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1669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애덤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탐슨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1670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마틴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리즈</w:t>
            </w:r>
            <w:r>
              <w:rPr>
                <w:rFonts w:ascii="돋움" w:hAnsi="돋움" w:cs="돋움" w:eastAsia="돋움"/>
                <w:sz w:val="16"/>
                <w:szCs w:val="16"/>
              </w:rPr>
              <w:t> 웨이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1671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마틴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리즈</w:t>
            </w:r>
            <w:r>
              <w:rPr>
                <w:rFonts w:ascii="돋움" w:hAnsi="돋움" w:cs="돋움" w:eastAsia="돋움"/>
                <w:sz w:val="16"/>
                <w:szCs w:val="16"/>
              </w:rPr>
              <w:t> 웨이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1672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1673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1674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1683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1685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특수교육학개론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옥민욱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1682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교육방법및교육공학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김진숙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1684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교육행정및교육경영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김민희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1687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교직실무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이기택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1686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학교현장실습(영양)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사범대학 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1688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기초화학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1.MSC(S)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1689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기초화학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공6508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2.MSC(S)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1690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일반물리학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이길하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1.MSC(S)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1691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일반물리학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한진우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1.MSC(S)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1692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일반생물학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한명숙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공3313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1.MSC(S)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1693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일반화학및실험(2)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김학중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화2105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1.MSC(S)</w:t>
            </w:r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공6409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0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1694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일반화학및실험(2)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김학중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화2105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</w:t>
            </w:r>
            <w:r>
              <w:rPr>
                <w:rFonts w:ascii="돋움" w:hAnsi="돋움" w:cs="돋움" w:eastAsia="돋움"/>
                <w:spacing w:val="-83"/>
                <w:sz w:val="16"/>
                <w:szCs w:val="16"/>
              </w:rPr>
              <w:t>6</w:t>
            </w:r>
            <w:r>
              <w:rPr>
                <w:rFonts w:ascii="Adobe 명조 Std M" w:hAnsi="Adobe 명조 Std M" w:cs="Adobe 명조 Std M" w:eastAsia="Adobe 명조 Std M"/>
                <w:position w:val="3"/>
                <w:sz w:val="16"/>
                <w:szCs w:val="16"/>
              </w:rPr>
              <w:t>`</w:t>
            </w:r>
            <w:r>
              <w:rPr>
                <w:rFonts w:ascii="Adobe 명조 Std M" w:hAnsi="Adobe 명조 Std M" w:cs="Adobe 명조 Std M" w:eastAsia="Adobe 명조 Std M"/>
                <w:spacing w:val="-24"/>
                <w:position w:val="3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409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1695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지구과학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이재환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2"/>
              <w:ind w:left="75" w:right="0"/>
              <w:jc w:val="left"/>
              <w:rPr>
                <w:rFonts w:ascii="Adobe 명조 Std M" w:hAnsi="Adobe 명조 Std M" w:cs="Adobe 명조 Std M" w:eastAsia="Adobe 명조 Std M"/>
                <w:sz w:val="16"/>
                <w:szCs w:val="16"/>
              </w:rPr>
            </w:pPr>
            <w:r>
              <w:rPr>
                <w:rFonts w:ascii="Adobe 명조 Std M" w:hAnsi="Adobe 명조 Std M" w:cs="Adobe 명조 Std M" w:eastAsia="Adobe 명조 Std M"/>
                <w:sz w:val="16"/>
                <w:szCs w:val="16"/>
              </w:rPr>
              <w:t>공0201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3.MSC(S)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1696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정규만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4.MSC(C)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1697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확률과통계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공3713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2.MSC(M)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1698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기초수학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김래용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1699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컴퓨터활용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함진식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1.MSC(C)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컴퓨터활용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함진식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1.MSC(C)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1701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컴퓨터활용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함진식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1.MSC(C)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1702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컴퓨터활용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함진식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1.MSC(C)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1703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기초수학(2)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공1428B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1.MSC(M)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1704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기초수학(2)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강수태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1.MSC(M)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1705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기초수학(2)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김대기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2.MSC(M)</w:t>
            </w:r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1706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기초수학(2)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공1329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1.MSC(M)</w:t>
            </w:r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공1328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1707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일반물리학및실험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이재환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명1103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1.MSC(S)</w:t>
            </w:r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공3217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1708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일반물리학및실험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이재환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명1103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1.MSC(S)</w:t>
            </w:r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공3217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1709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공학입문설계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공1607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전공일반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공학입문설계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황인조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전공일반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공학입문설계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이의종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전공일반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공학입문설계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강수태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공1608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전공일반</w:t>
            </w:r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세계를보는세가지시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박재영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공2312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선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1714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문화콘텐츠로세상읽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주영중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공3217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4.전문교양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1715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예술과디지털커뮤니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이소영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공2412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4.전문교양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케이션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공0201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생명과몸,그리고공생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유병제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공2510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디지털융합생태계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정규만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4차산업혁명이해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김종완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인공지능과수학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유준혁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인공지능미디어콘텐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이동화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공1520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츠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1721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영화속상상력과과학 기술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공0201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1722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한국근대문학과영화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송효정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공0201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1807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1808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박호관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1809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권동우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홍수영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권오수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이채욱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공7306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1814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박은하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1815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이채욱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공7306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정규만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박호관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민병욱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박규준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1821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1822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1.정통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1823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1.제어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1824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전용숙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1826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공7714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1827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1870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뉴옌챈트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월(13:00-13:50)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공7107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1871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에리티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월(13:00-13:50)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니엘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크리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1872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데렉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메이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월(13:00-13:50)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1873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문현원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공7107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1874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류정탁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1875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박상욱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1876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김경기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공7207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3"/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1877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박철영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1878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도날드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공7514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랜빌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1879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머레이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공7418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1880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뉴옌챈트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1881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정영호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1882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도용태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1883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최병재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공7205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1884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이강현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1885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이대식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1886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윌리엄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공7714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1887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머레이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공7418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1888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도날드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공7514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1.전문교양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랜빌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1889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이채욱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1890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여준호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1891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김중규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1892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정유정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공7306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1893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최정희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1894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우홍체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공5405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1895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문병현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1896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미들튼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조앤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목(13:00-13:50)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공7107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1897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조슈아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화(16:00-16:50)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목(13:00-13:50)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1898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레이날도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화(16:00-16:50)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라모스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목(13:00-13:50)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1899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남세현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홍원기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1901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정규만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공7306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1902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김재준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1903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차경애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1904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박세현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1905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도날드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랜빌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1906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윌리엄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1907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판티노플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공7615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레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신티아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1908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염석원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공7306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1909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오유수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이동화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이형규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유준혁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공7307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김희철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1914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유성은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공5405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1915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판티노플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레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신티아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1916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미들튼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공7418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조앤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목(15:00-15:50)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공7615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1917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조슈아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공7514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강병도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김창훈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강신재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공7706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1921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김종완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1922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김순철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1923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 교원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1924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윌리엄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화(13:00-13:50)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공7615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목(16:00-16:50)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1925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판티노플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화(13:00-13:50)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공7714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레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신티아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목(16:00-16:50)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1926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도날드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공7107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랜빌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목(16:00-16:50)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공7418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1927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김동휘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공7706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1928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장중혁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1929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1930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진성근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1931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원희철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정통대전자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1828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박지은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3.전문교양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정통대제어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1829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박지은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3.전문교양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1830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송효정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1831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이상옥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1832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1833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남중섭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김혜나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1835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이주희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정통대정통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1836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황형식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3.전문교양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1837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박붕익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1838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최영태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1839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김민규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공3422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1841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합)경상대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특수교육학개론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합)경상대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교육방법및교육공학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오정숙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합)경상대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교육행정및교육경영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손종호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합)경상대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1844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교직실무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합)경상대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1845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기초생물학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하달수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1846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기초통계학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이준호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생물미래학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강선철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1848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기초수학(2)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문현원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1.MSC(M)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1849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기초수학(2)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이대식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1.MSC(M)</w:t>
            </w:r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1850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기초수학(2)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최정희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1.MSC(M)</w:t>
            </w:r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공5102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기초수학(2)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문현원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1.MSC(M)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기초수학(2)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정영호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1.MSC(M)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기초수학(2)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최정희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1.MSC(M)</w:t>
            </w:r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1854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일반물리학및실험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박상욱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명1111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1.MSC(S)</w:t>
            </w:r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공5102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1855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일반물리학및실험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이강현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1.MSC(S)</w:t>
            </w:r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금(13:00-14:50)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명1103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1856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일반물리학및실험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정유정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명1105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1.MSC(S)</w:t>
            </w:r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공5105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1857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일반물리학및실험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박상욱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명1111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1.MSC(S)</w:t>
            </w:r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공5102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1858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일반물리학및실험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이강현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1.MSC(S)</w:t>
            </w:r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금(10:00-11:50)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명1103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1859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일반물리학및실험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정유정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명1105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1.MSC(S)</w:t>
            </w:r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공5105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1860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즐거운철학이야기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2.전문교양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1861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과학기술과특허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공7714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4.전문교양</w:t>
            </w:r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1862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근대유럽의세계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박재영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공5305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1863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대학생인터넷윤리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김동휘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공5305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1864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프로그래밍입문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여준호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공7307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1.MCS(C)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1865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고대그리스철학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변상출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1866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장애와재활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1867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4차산업혁명이해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염석원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1868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다매체시대의영상서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송효정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사론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1932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박은하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1933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주영중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미1-403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홍진석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미2-209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1935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조항구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미2-310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1936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홍수영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미2-209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시각산디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1937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김연주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미1-215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시각산디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1938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조은희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미1-403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시각산디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1939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박호관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조은희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1941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박호관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예병환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정태식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1944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전용숙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1945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1946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미2-310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1968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브라인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린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1969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맥클레인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미1-403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앤드류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1970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구남진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미1-412B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1971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미1-312B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1972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미1-218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1973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임윤수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1974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베닝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미2-107A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셉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목(11:00-11:50)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1975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에릭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내쉬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미2-310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목(11:00-11:50)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미1-113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1976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미2-113A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1977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오진희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미2-107A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1978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최민규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진로409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1979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에릭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내쉬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미2-107A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1980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코츠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넬슨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목(10:00-10:50)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종3302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4"/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1981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권주한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생조207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1982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엘리자베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1983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도란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코너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미1-403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마이클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1984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한동균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미1-108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1985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장창식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미2-308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1986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이해만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미2-311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1987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엄기서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미1-107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1988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엘리자베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월(13:00-13:50)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1989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크롤리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월(13:00-13:50)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미1-403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니퍼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루이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1990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김시만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1991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조유석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미1-403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1992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박진우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미1-215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1993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유상원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미2-406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1994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크롤리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활108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니퍼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루이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1995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맥클레인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활107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앤드류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1996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패트릭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활316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1997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송록영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1998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김소현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활216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1999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임지아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최영림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활218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2001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패트릭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월(16:00-16:50)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2002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베닝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월(16:00-16:50)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활107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셉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수(13:00-13:50)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2003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한선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아이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월(16:00-16:50)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활108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린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수(13:00-13:50)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2004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정경숙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활301B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2005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2006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정석연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2007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 교원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이상진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미1-403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1948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심도희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1949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최영태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활108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정태식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활108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이소영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활107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이덕균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활107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1954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활108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1956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합)경상대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1958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특수교육학개론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합)경상대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1955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교육방법및교육공학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오정숙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합)경상대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1957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교육행정및교육경영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손종호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합)경상대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1959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교직실무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합)경상대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1960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언어의이해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박용찬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미2-310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1961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현대사회와다문화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김도혜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1962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격동하는한국현대사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최영태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조형5강당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1963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과학기술사회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조익성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미2-209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1964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21세기사회철학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조항구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미1-303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1965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놀이,예술,상상력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이소영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이근민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차정호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박성원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2021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박붕익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2022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2023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2094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판티노플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레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신티아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2095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테레사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나밧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2096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조셉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데븐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포트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2097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강보선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2098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김성진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2099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유영희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2101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박용찬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2102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백순철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2103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암스트롱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그레엄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수(10:00-10:50)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2104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제이슨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머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수(10:00-10:50)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2105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위프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보이드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수(10:00-10:50)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2106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이은석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2107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백지원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2108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2109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강민건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2110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패트릭트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래블스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리치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루바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화(12:00-12:50)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윤재운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범2402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2114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장희흥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5"/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2115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드사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나이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화(10:00-10:50)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세비오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2116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위프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화(10:00-10:50)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보이드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김수용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안현효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강운선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이재정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2121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앤드류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목(16:00-16:50)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2122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드사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나이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세비오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목(16:00-16:50)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2123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오정준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2124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사범강당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임석회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범1322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2126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엘리자베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2127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앤드류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2128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문태형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2129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신금호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2130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장혜진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2131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차정주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2132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앤드류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화(16:00-16:50)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목(13:00-13:50)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2133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에리티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화(16:00-16:50)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니엘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크리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목(13:00-13:50)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2134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한선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아이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화(16:00-16:50)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린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목(13:00-13:50)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2135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박찬웅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2136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권순우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2137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홍정숙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2138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옥민욱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2139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브라인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린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2140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아트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이코나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2141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크롤리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니퍼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루이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강종구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박경옥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2144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2145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박남수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범2402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2146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변찬석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2147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엘리자베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화(10:00-10:50)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수(10:00-10:50)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2148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잭슨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윌리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화(10:00-10:50)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매튜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수(10:00-10:50)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2149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서경희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범1322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김건희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백상수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이효신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범1324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2153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크리스토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리차드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2154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패트릭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2155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박진우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2156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황진수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2157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김익표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2158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게일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이튼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2159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코츠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넬슨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2160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현창호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2161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임성민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2162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홍성욱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물1309A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2163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에리티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화(13:00-13:50)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니엘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크리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목(16:00-16:50)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2164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돈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화(13:00-13:50)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2165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김보혜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2166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차정호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2167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김은주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2168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송종원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화2312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2169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잭슨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윌리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매튜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범1339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2170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놀리존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목(12:00-12:50)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범1338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2171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2172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정진수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생3215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2173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조영석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2174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문동오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2175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위프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로버</w:t>
            </w:r>
            <w:r>
              <w:rPr>
                <w:rFonts w:ascii="돋움" w:hAnsi="돋움" w:cs="돋움" w:eastAsia="돋움"/>
                <w:sz w:val="16"/>
                <w:szCs w:val="16"/>
              </w:rPr>
              <w:t> 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보이드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화(12:00-12:50)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2176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드사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나이</w:t>
            </w:r>
            <w:r>
              <w:rPr>
                <w:rFonts w:ascii="돋움" w:hAnsi="돋움" w:cs="돋움" w:eastAsia="돋움"/>
                <w:sz w:val="16"/>
                <w:szCs w:val="16"/>
              </w:rPr>
              <w:t> 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세비오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화(12:00-12:50)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2177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2178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유영억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생3215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2179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김경찬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2180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박종근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2008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도란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코너</w:t>
            </w:r>
            <w:r>
              <w:rPr>
                <w:rFonts w:ascii="돋움" w:hAnsi="돋움" w:cs="돋움" w:eastAsia="돋움"/>
                <w:sz w:val="16"/>
                <w:szCs w:val="16"/>
              </w:rPr>
              <w:t> 마이클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2009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크리스토 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리차드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크리스토 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리차드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DU실용영어(3)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도란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코너</w:t>
            </w:r>
            <w:r>
              <w:rPr>
                <w:rFonts w:ascii="돋움" w:hAnsi="돋움" w:cs="돋움" w:eastAsia="돋움"/>
                <w:sz w:val="16"/>
                <w:szCs w:val="16"/>
              </w:rPr>
              <w:t> 마이클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애덤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탐슨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애덤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탐슨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2014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애덤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탐슨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2015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조슈아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애</w:t>
            </w:r>
            <w:r>
              <w:rPr>
                <w:rFonts w:ascii="돋움" w:hAnsi="돋움" w:cs="돋움" w:eastAsia="돋움"/>
                <w:sz w:val="16"/>
                <w:szCs w:val="16"/>
              </w:rPr>
              <w:t> 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애덤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탐슨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초특생교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2032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수교지구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2033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2035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국교지교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2036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교육심리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2037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교육심리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역교일사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2038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교육심리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송영명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2039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교육심리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유특화교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교육심리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국교지교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2041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교육철학및교육사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교육철학및교육사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역교일사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교육철학및교육사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2044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교육철학및교육사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유특화교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2045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교육철학및교육사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채휘균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2046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교육철학및교육사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채휘균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국교지교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교육학개론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교육학개론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송영명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역교일사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2054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교육학개론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김희정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2055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교육학개론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유특화교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2056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교육학개론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박소영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초특생교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2061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특수교육학개론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서경희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수교지구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2062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특수교육학개론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서경희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2063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특수교육학개론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변찬석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국교지교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2024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교육과정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박소영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교육과정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김재현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역교일사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2026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교육과정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박소영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2027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교육과정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박소영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유특화교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2028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교육과정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김재현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초특생교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2029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교육방법및교육공학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김진숙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수교지구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2030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교육방법및교육공학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박혜정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2031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교육방법및교육공학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박혜정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국교지교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교육평가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유신복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2048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교육평가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유신복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역교일사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2049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교육평가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교육평가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유특화교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교육평가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초특생교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2057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교육행정및교육경영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수교지구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2058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교육행정및교육경영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2059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교육행정및교육경영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2060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통합교육의이론과실 제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홍정숙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초특생교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2069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교직실무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수교지구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2070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교직실무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손종호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2071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교직실무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이기택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국교지교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2073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학교폭력예방및학생 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신이나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2074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학교폭력예방및학생 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신이나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역교일사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2075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학교폭력예방및학생 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김희정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2076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학교폭력예방및학생 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김희정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유특화교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2077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학교폭력예방및학생 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백경숙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4227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생활지도및상담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백경숙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2064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학교현장실습(유치원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사범대학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</w:t>
            </w: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2065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학교현장실습(중등)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사범대학 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2066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학교현장실습(특수유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사범대학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치원)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</w:t>
            </w: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2067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학교현장실습(특수중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사범대학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등)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</w:t>
            </w: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2068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학교현장실습(특수초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사범대학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미지정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등)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</w:t>
            </w: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2078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즐거운철학이야기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조항구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2079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건강운동심리학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고의석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2080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세계를보는세가지시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이용승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선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2081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고전과현대문화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노우정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2082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격동하는한국현대사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박경용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2083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움직이는아시아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이용승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2084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환경문제와인간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2085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프로그래밍과대학수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최용호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자본1302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</w:t>
            </w:r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2086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66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21세기한국문학과표 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박규준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사범대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2087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자아실현의철학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양승권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직재건강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2181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노우정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직재건강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2182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작치언치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2183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이상진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작치언치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2184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조항구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작치언치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2185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노우정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재공재심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2186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권동우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재공재심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2187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박규준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재공재심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2188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김규훈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2189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2190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민병욱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직재건강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2191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김규훈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2192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박붕익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2193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2194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이근민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2225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라포인트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마크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앤드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2226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에릭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내쉬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2227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조성재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재1221C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2228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재1224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2229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나운환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2230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이달엽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재1223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2231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조슈아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월(10:00-10:50)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론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수(10:00-10:50)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2232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데렉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메이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슨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수(10:00-10:50)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재1213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2233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재1425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김화수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제1424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2235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최양규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제1423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2236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허승덕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재1427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2237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샤워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조단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월터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재1212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2238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암스트롱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그레엄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재1215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6"/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2239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드사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나이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세비오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재1415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김명권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2241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황보각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재1314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재1309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재1310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재심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2244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라포인트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마크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앤드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재심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2245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게일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이튼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2246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공마리아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재1322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김홍근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2248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박중규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재1321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2249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허미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아트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월(13:00-13:50)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이코나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2250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암스트롱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월(13:00-13:50)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그레엄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수(16:00-16:50)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송병섭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김용철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이근민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재1410호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2254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조셉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데븐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포트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재1215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2255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리치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루바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재1214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2256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권혁철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제2-1103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2257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재2-1204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2258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이선욱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재2-1305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2259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이선민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재2-1306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2260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이혜림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재2-1303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재활건강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2261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테레사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나밧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목(15:00-15:50)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재활건강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2262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조셉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데븐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포트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목(15:00-15:50)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재1414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재활건강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2263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김완수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교1111호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재활건강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2264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고성경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교1110호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재활건강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2265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교1104호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재활건강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2266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교1112호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2195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2196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김규훈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2197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2198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2199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조은희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2201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2202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이상진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2203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조혜경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2204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이용승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2206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2208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특수교육학개론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옥민욱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2205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교육방법및교육공학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김진숙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2207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교육행정및교육경영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김민희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2209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교직실무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이기택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합)인문대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기초생물학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하달수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고전과현대문화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김민규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과학기술사회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이건직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스마트DIY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이건직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교1103호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2214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엑셀로배우는회계와 재무기초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김임현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교1112호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재과대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2215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공감하는인간의이해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조혜경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2267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예병환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2268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민병욱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2269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김규훈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2270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박호관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2271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박규준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2272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에리티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다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니엘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크리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2273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이스릴엠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화(15:00-15:50)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법행2201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쿠다스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2274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에릭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내쉬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화(15:00-15:50)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목(14:00-14:50)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2275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이스릴엠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화(16:00-16:50)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쿠다스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목(13:00-13:50)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2276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샤워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조단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화(16:00-16:50)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법행2201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월터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목(13:00-13:50)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2277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에릭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내쉬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화(16:00-16:50)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2278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전용숙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2283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2284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고상현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2285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강태원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2286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지유미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2287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장병주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2288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박효근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2289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이상학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2290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최진원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2291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나태영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법행1112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2292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최철영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2293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정극원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2279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박지은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2280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이용승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2281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박현정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2282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김민규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2294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인문학과과학기술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박붕익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7"/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2295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문화콘텐츠로세상읽 기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이소영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문학과예술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2296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움직이는아시아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이용승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사회와문화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2297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대학생인터넷윤리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김종완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2298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혁명과근대철학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860" w:bottom="280" w:left="780" w:right="76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50"/>
        <w:ind w:left="160" w:right="0" w:firstLine="0"/>
        <w:jc w:val="left"/>
        <w:rPr>
          <w:rFonts w:ascii="돋움" w:hAnsi="돋움" w:cs="돋움" w:eastAsia="돋움"/>
          <w:sz w:val="16"/>
          <w:szCs w:val="16"/>
        </w:rPr>
      </w:pPr>
      <w:r>
        <w:rPr>
          <w:rFonts w:ascii="돋움" w:hAnsi="돋움" w:cs="돋움" w:eastAsia="돋움"/>
          <w:b/>
          <w:bCs/>
          <w:sz w:val="16"/>
          <w:szCs w:val="16"/>
        </w:rPr>
        <w:t>미래융합대학</w:t>
      </w:r>
      <w:r>
        <w:rPr>
          <w:rFonts w:ascii="돋움" w:hAnsi="돋움" w:cs="돋움" w:eastAsia="돋움"/>
          <w:sz w:val="16"/>
          <w:szCs w:val="16"/>
        </w:rPr>
      </w:r>
    </w:p>
    <w:p>
      <w:pPr>
        <w:spacing w:line="240" w:lineRule="auto" w:before="7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미래융합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2301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판티노플 레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신티아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토(18:00-19:35)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대구본1403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미래융합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2303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서철현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토(20:25-21:55)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6차산업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미래융합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2304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권순재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토(20:25-21:55)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대본1301C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자산관리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미래융합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2305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김석주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토(20:25-21:55)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대본1301D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실버복지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미래융합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2306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조순제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토(20:25-21:55)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대구본1403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미래융합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2302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DU실용영어(4)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판티노플 레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신티아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</w:t>
            </w:r>
            <w:r>
              <w:rPr>
                <w:rFonts w:ascii="돋움" w:hAnsi="돋움" w:cs="돋움" w:eastAsia="돋움"/>
                <w:sz w:val="16"/>
                <w:szCs w:val="16"/>
              </w:rPr>
              <w:t>6</w:t>
            </w:r>
            <w:r>
              <w:rPr>
                <w:rFonts w:ascii="돋움" w:hAnsi="돋움" w:cs="돋움" w:eastAsia="돋움"/>
                <w:sz w:val="16"/>
                <w:szCs w:val="16"/>
              </w:rPr>
              <w:t>:00-</w:t>
            </w:r>
            <w:r>
              <w:rPr>
                <w:rFonts w:ascii="돋움" w:hAnsi="돋움" w:cs="돋움" w:eastAsia="돋움"/>
                <w:sz w:val="16"/>
                <w:szCs w:val="16"/>
              </w:rPr>
              <w:t>17</w:t>
            </w:r>
            <w:r>
              <w:rPr>
                <w:rFonts w:ascii="돋움" w:hAnsi="돋움" w:cs="돋움" w:eastAsia="돋움"/>
                <w:sz w:val="16"/>
                <w:szCs w:val="16"/>
              </w:rPr>
              <w:t>:</w:t>
            </w:r>
            <w:r>
              <w:rPr>
                <w:rFonts w:ascii="돋움" w:hAnsi="돋움" w:cs="돋움" w:eastAsia="돋움"/>
                <w:sz w:val="16"/>
                <w:szCs w:val="16"/>
              </w:rPr>
              <w:t>5</w:t>
            </w:r>
            <w:r>
              <w:rPr>
                <w:rFonts w:ascii="돋움" w:hAnsi="돋움" w:cs="돋움" w:eastAsia="돋움"/>
                <w:sz w:val="16"/>
                <w:szCs w:val="16"/>
              </w:rPr>
              <w:t>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대구본1406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외국어(선)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균형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미래융합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2307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토(18:00-20:20)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대본1701A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미래융합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2308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이건직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토(18:00-20:20)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미래융합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2309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대본1701A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미래융합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이건직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대구본1302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미래융합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인문학과과학기술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역사와철학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미래융합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4차산업혁명시대의 문제해결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과학과기술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headerReference w:type="default" r:id="rId18"/>
          <w:pgSz w:w="11900" w:h="16840"/>
          <w:pgMar w:header="1080" w:footer="0" w:top="1260" w:bottom="280" w:left="780" w:right="760"/>
        </w:sectPr>
      </w:pPr>
    </w:p>
    <w:p>
      <w:pPr>
        <w:spacing w:line="240" w:lineRule="auto" w:before="9"/>
        <w:rPr>
          <w:rFonts w:ascii="돋움" w:hAnsi="돋움" w:cs="돋움" w:eastAsia="돋움"/>
          <w:b/>
          <w:bCs/>
          <w:sz w:val="24"/>
          <w:szCs w:val="24"/>
        </w:rPr>
      </w:pPr>
    </w:p>
    <w:p>
      <w:pPr>
        <w:spacing w:before="50"/>
        <w:ind w:left="160" w:right="0" w:firstLine="0"/>
        <w:jc w:val="left"/>
        <w:rPr>
          <w:rFonts w:ascii="돋움" w:hAnsi="돋움" w:cs="돋움" w:eastAsia="돋움"/>
          <w:sz w:val="16"/>
          <w:szCs w:val="16"/>
        </w:rPr>
      </w:pPr>
      <w:r>
        <w:rPr>
          <w:rFonts w:ascii="돋움" w:hAnsi="돋움" w:cs="돋움" w:eastAsia="돋움"/>
          <w:b/>
          <w:bCs/>
          <w:sz w:val="16"/>
          <w:szCs w:val="16"/>
        </w:rPr>
        <w:t>간호보건학부</w:t>
      </w:r>
      <w:r>
        <w:rPr>
          <w:rFonts w:ascii="돋움" w:hAnsi="돋움" w:cs="돋움" w:eastAsia="돋움"/>
          <w:sz w:val="16"/>
          <w:szCs w:val="16"/>
        </w:rPr>
      </w:r>
    </w:p>
    <w:p>
      <w:pPr>
        <w:spacing w:line="240" w:lineRule="auto" w:before="7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김연주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2314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변상출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2315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박규준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노우정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글쓰기기초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류미경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대본1301D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8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DU사랑빛자유프로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젝트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류미경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대본1301D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2324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강수진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간호1301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장순양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간호1401A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2326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장군자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2327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박주연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2328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류미경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2329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황혜남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대본1301C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2330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오혜경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대본1301D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2331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전은영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2332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미들튼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월(10:00-10:50)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조앤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수(10:00-10:50)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2333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조슈아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월(10:00-10:50)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수(10:00-10:50)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2334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조슈아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월(11:00-11:50)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2335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미들튼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조앤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인2-2402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2336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미들튼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조앤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2337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DU실용영어(2)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조슈아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인2-2401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외국어(필)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이스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수(12:00-12:50)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인2-2201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권현주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2321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권미영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2322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권현주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2323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빅컨셉+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권미영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대본1602A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사고와표현 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9"/>
          <w:pgSz w:w="11900" w:h="16840"/>
          <w:pgMar w:header="1080" w:footer="0" w:top="1260" w:bottom="280" w:left="780" w:right="760"/>
        </w:sectPr>
      </w:pPr>
    </w:p>
    <w:p>
      <w:pPr>
        <w:spacing w:line="240" w:lineRule="auto" w:before="9"/>
        <w:rPr>
          <w:rFonts w:ascii="돋움" w:hAnsi="돋움" w:cs="돋움" w:eastAsia="돋움"/>
          <w:b/>
          <w:bCs/>
          <w:sz w:val="24"/>
          <w:szCs w:val="24"/>
        </w:rPr>
      </w:pPr>
    </w:p>
    <w:p>
      <w:pPr>
        <w:spacing w:before="50"/>
        <w:ind w:left="160" w:right="0" w:firstLine="0"/>
        <w:jc w:val="left"/>
        <w:rPr>
          <w:rFonts w:ascii="돋움" w:hAnsi="돋움" w:cs="돋움" w:eastAsia="돋움"/>
          <w:sz w:val="16"/>
          <w:szCs w:val="16"/>
        </w:rPr>
      </w:pPr>
      <w:r>
        <w:rPr>
          <w:rFonts w:ascii="돋움" w:hAnsi="돋움" w:cs="돋움" w:eastAsia="돋움"/>
          <w:b/>
          <w:bCs/>
          <w:sz w:val="16"/>
          <w:szCs w:val="16"/>
        </w:rPr>
        <w:t>단대없음</w:t>
      </w:r>
      <w:r>
        <w:rPr>
          <w:rFonts w:ascii="돋움" w:hAnsi="돋움" w:cs="돋움" w:eastAsia="돋움"/>
          <w:sz w:val="16"/>
          <w:szCs w:val="16"/>
        </w:rPr>
      </w:r>
    </w:p>
    <w:p>
      <w:pPr>
        <w:spacing w:line="240" w:lineRule="auto" w:before="7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5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스마트시스 템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2338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DU-HEART세미나(2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류정탁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인성(필)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sectPr>
      <w:headerReference w:type="default" r:id="rId20"/>
      <w:pgSz w:w="11900" w:h="16840"/>
      <w:pgMar w:header="1080" w:footer="0" w:top="1260" w:bottom="280" w:left="78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돋움">
    <w:altName w:val="돋움"/>
    <w:charset w:val="81"/>
    <w:family w:val="modern"/>
    <w:pitch w:val="variable"/>
  </w:font>
  <w:font w:name="Adobe 명조 Std M">
    <w:altName w:val="Adobe 명조 Std M"/>
    <w:charset w:val="80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29.350006pt;margin-top:62.982422pt;width:137.35pt;height:16pt;mso-position-horizontal-relative:page;mso-position-vertical-relative:page;z-index:-1180048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교양·교직</w:t>
                </w:r>
                <w:r>
                  <w:rPr>
                    <w:spacing w:val="26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pt;margin-top:84.132813pt;width:34pt;height:10pt;mso-position-horizontal-relative:page;mso-position-vertical-relative:page;z-index:-1180024" type="#_x0000_t202" filled="false" stroked="false">
          <v:textbox inset="0,0,0,0">
            <w:txbxContent>
              <w:p>
                <w:pPr>
                  <w:spacing w:line="18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16"/>
                    <w:szCs w:val="16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16"/>
                    <w:szCs w:val="16"/>
                  </w:rPr>
                  <w:t>대학전체</w:t>
                </w:r>
                <w:r>
                  <w:rPr>
                    <w:rFonts w:ascii="돋움" w:hAnsi="돋움" w:cs="돋움" w:eastAsia="돋움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9.350006pt;margin-top:62.982422pt;width:137.35pt;height:16pt;mso-position-horizontal-relative:page;mso-position-vertical-relative:page;z-index:-1179640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교양·교직</w:t>
                </w:r>
                <w:r>
                  <w:rPr>
                    <w:spacing w:val="26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pt;margin-top:84.132813pt;width:50pt;height:10pt;mso-position-horizontal-relative:page;mso-position-vertical-relative:page;z-index:-1179616" type="#_x0000_t202" filled="false" stroked="false">
          <v:textbox inset="0,0,0,0">
            <w:txbxContent>
              <w:p>
                <w:pPr>
                  <w:spacing w:line="18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16"/>
                    <w:szCs w:val="16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16"/>
                    <w:szCs w:val="16"/>
                  </w:rPr>
                  <w:t>조형예술대학</w:t>
                </w:r>
                <w:r>
                  <w:rPr>
                    <w:rFonts w:ascii="돋움" w:hAnsi="돋움" w:cs="돋움" w:eastAsia="돋움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9.350006pt;margin-top:62.982422pt;width:137.35pt;height:16pt;mso-position-horizontal-relative:page;mso-position-vertical-relative:page;z-index:-1179592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교양·교직</w:t>
                </w:r>
                <w:r>
                  <w:rPr>
                    <w:spacing w:val="26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pt;margin-top:84.132813pt;width:34pt;height:10pt;mso-position-horizontal-relative:page;mso-position-vertical-relative:page;z-index:-1179568" type="#_x0000_t202" filled="false" stroked="false">
          <v:textbox inset="0,0,0,0">
            <w:txbxContent>
              <w:p>
                <w:pPr>
                  <w:spacing w:line="18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16"/>
                    <w:szCs w:val="16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16"/>
                    <w:szCs w:val="16"/>
                  </w:rPr>
                  <w:t>사범대학</w:t>
                </w:r>
                <w:r>
                  <w:rPr>
                    <w:rFonts w:ascii="돋움" w:hAnsi="돋움" w:cs="돋움" w:eastAsia="돋움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9.350006pt;margin-top:62.982422pt;width:137.35pt;height:16pt;mso-position-horizontal-relative:page;mso-position-vertical-relative:page;z-index:-1179544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교양·교직</w:t>
                </w:r>
                <w:r>
                  <w:rPr>
                    <w:spacing w:val="26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pt;margin-top:84.132813pt;width:50pt;height:10pt;mso-position-horizontal-relative:page;mso-position-vertical-relative:page;z-index:-1179520" type="#_x0000_t202" filled="false" stroked="false">
          <v:textbox inset="0,0,0,0">
            <w:txbxContent>
              <w:p>
                <w:pPr>
                  <w:spacing w:line="18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16"/>
                    <w:szCs w:val="16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16"/>
                    <w:szCs w:val="16"/>
                  </w:rPr>
                  <w:t>재활과학대학</w:t>
                </w:r>
                <w:r>
                  <w:rPr>
                    <w:rFonts w:ascii="돋움" w:hAnsi="돋움" w:cs="돋움" w:eastAsia="돋움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9.350006pt;margin-top:62.982422pt;width:137.35pt;height:16pt;mso-position-horizontal-relative:page;mso-position-vertical-relative:page;z-index:-1179496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교양·교직</w:t>
                </w:r>
                <w:r>
                  <w:rPr>
                    <w:spacing w:val="26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pt;margin-top:84.132813pt;width:53.6pt;height:10pt;mso-position-horizontal-relative:page;mso-position-vertical-relative:page;z-index:-1179472" type="#_x0000_t202" filled="false" stroked="false">
          <v:textbox inset="0,0,0,0">
            <w:txbxContent>
              <w:p>
                <w:pPr>
                  <w:spacing w:line="18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16"/>
                    <w:szCs w:val="16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16"/>
                    <w:szCs w:val="16"/>
                  </w:rPr>
                  <w:t>DU인재법학부</w:t>
                </w:r>
                <w:r>
                  <w:rPr>
                    <w:rFonts w:ascii="돋움" w:hAnsi="돋움" w:cs="돋움" w:eastAsia="돋움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9.350006pt;margin-top:62.982422pt;width:137.35pt;height:16pt;mso-position-horizontal-relative:page;mso-position-vertical-relative:page;z-index:-1179448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교양·교직</w:t>
                </w:r>
                <w:r>
                  <w:rPr>
                    <w:spacing w:val="26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9.350006pt;margin-top:62.982422pt;width:137.35pt;height:16pt;mso-position-horizontal-relative:page;mso-position-vertical-relative:page;z-index:-1179424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교양·교직</w:t>
                </w:r>
                <w:r>
                  <w:rPr>
                    <w:spacing w:val="26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9.350006pt;margin-top:62.982422pt;width:137.35pt;height:16pt;mso-position-horizontal-relative:page;mso-position-vertical-relative:page;z-index:-1179400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교양·교직</w:t>
                </w:r>
                <w:r>
                  <w:rPr>
                    <w:spacing w:val="26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9.350006pt;margin-top:62.982422pt;width:137.35pt;height:16pt;mso-position-horizontal-relative:page;mso-position-vertical-relative:page;z-index:-1180000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교양·교직</w:t>
                </w:r>
                <w:r>
                  <w:rPr>
                    <w:spacing w:val="26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pt;margin-top:84.132813pt;width:34pt;height:10pt;mso-position-horizontal-relative:page;mso-position-vertical-relative:page;z-index:-1179976" type="#_x0000_t202" filled="false" stroked="false">
          <v:textbox inset="0,0,0,0">
            <w:txbxContent>
              <w:p>
                <w:pPr>
                  <w:spacing w:line="18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16"/>
                    <w:szCs w:val="16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16"/>
                    <w:szCs w:val="16"/>
                  </w:rPr>
                  <w:t>인문대학</w:t>
                </w:r>
                <w:r>
                  <w:rPr>
                    <w:rFonts w:ascii="돋움" w:hAnsi="돋움" w:cs="돋움" w:eastAsia="돋움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9.350006pt;margin-top:62.982422pt;width:137.35pt;height:16pt;mso-position-horizontal-relative:page;mso-position-vertical-relative:page;z-index:-1179952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교양·교직</w:t>
                </w:r>
                <w:r>
                  <w:rPr>
                    <w:spacing w:val="26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9.350006pt;margin-top:62.982422pt;width:137.35pt;height:16pt;mso-position-horizontal-relative:page;mso-position-vertical-relative:page;z-index:-1179928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교양·교직</w:t>
                </w:r>
                <w:r>
                  <w:rPr>
                    <w:spacing w:val="26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pt;margin-top:84.132813pt;width:34pt;height:10pt;mso-position-horizontal-relative:page;mso-position-vertical-relative:page;z-index:-1179904" type="#_x0000_t202" filled="false" stroked="false">
          <v:textbox inset="0,0,0,0">
            <w:txbxContent>
              <w:p>
                <w:pPr>
                  <w:spacing w:line="18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16"/>
                    <w:szCs w:val="16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16"/>
                    <w:szCs w:val="16"/>
                  </w:rPr>
                  <w:t>행정대학</w:t>
                </w:r>
                <w:r>
                  <w:rPr>
                    <w:rFonts w:ascii="돋움" w:hAnsi="돋움" w:cs="돋움" w:eastAsia="돋움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9.350006pt;margin-top:62.982422pt;width:137.35pt;height:16pt;mso-position-horizontal-relative:page;mso-position-vertical-relative:page;z-index:-1179880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교양·교직</w:t>
                </w:r>
                <w:r>
                  <w:rPr>
                    <w:spacing w:val="26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pt;margin-top:84.132813pt;width:34pt;height:10pt;mso-position-horizontal-relative:page;mso-position-vertical-relative:page;z-index:-1179856" type="#_x0000_t202" filled="false" stroked="false">
          <v:textbox inset="0,0,0,0">
            <w:txbxContent>
              <w:p>
                <w:pPr>
                  <w:spacing w:line="18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16"/>
                    <w:szCs w:val="16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16"/>
                    <w:szCs w:val="16"/>
                  </w:rPr>
                  <w:t>경상대학</w:t>
                </w:r>
                <w:r>
                  <w:rPr>
                    <w:rFonts w:ascii="돋움" w:hAnsi="돋움" w:cs="돋움" w:eastAsia="돋움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9.350006pt;margin-top:62.982422pt;width:137.35pt;height:16pt;mso-position-horizontal-relative:page;mso-position-vertical-relative:page;z-index:-1179832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교양·교직</w:t>
                </w:r>
                <w:r>
                  <w:rPr>
                    <w:spacing w:val="26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pt;margin-top:84.132813pt;width:50pt;height:10pt;mso-position-horizontal-relative:page;mso-position-vertical-relative:page;z-index:-1179808" type="#_x0000_t202" filled="false" stroked="false">
          <v:textbox inset="0,0,0,0">
            <w:txbxContent>
              <w:p>
                <w:pPr>
                  <w:spacing w:line="18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16"/>
                    <w:szCs w:val="16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16"/>
                    <w:szCs w:val="16"/>
                  </w:rPr>
                  <w:t>사회과학대학</w:t>
                </w:r>
                <w:r>
                  <w:rPr>
                    <w:rFonts w:ascii="돋움" w:hAnsi="돋움" w:cs="돋움" w:eastAsia="돋움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9.350006pt;margin-top:62.982422pt;width:137.35pt;height:16pt;mso-position-horizontal-relative:page;mso-position-vertical-relative:page;z-index:-1179784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교양·교직</w:t>
                </w:r>
                <w:r>
                  <w:rPr>
                    <w:spacing w:val="26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pt;margin-top:84.132813pt;width:66pt;height:10pt;mso-position-horizontal-relative:page;mso-position-vertical-relative:page;z-index:-1179760" type="#_x0000_t202" filled="false" stroked="false">
          <v:textbox inset="0,0,0,0">
            <w:txbxContent>
              <w:p>
                <w:pPr>
                  <w:spacing w:line="18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16"/>
                    <w:szCs w:val="16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16"/>
                    <w:szCs w:val="16"/>
                  </w:rPr>
                  <w:t>과학생명융합대학</w:t>
                </w:r>
                <w:r>
                  <w:rPr>
                    <w:rFonts w:ascii="돋움" w:hAnsi="돋움" w:cs="돋움" w:eastAsia="돋움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9.350006pt;margin-top:62.982422pt;width:137.35pt;height:16pt;mso-position-horizontal-relative:page;mso-position-vertical-relative:page;z-index:-1179736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교양·교직</w:t>
                </w:r>
                <w:r>
                  <w:rPr>
                    <w:spacing w:val="26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pt;margin-top:84.132813pt;width:34pt;height:10pt;mso-position-horizontal-relative:page;mso-position-vertical-relative:page;z-index:-1179712" type="#_x0000_t202" filled="false" stroked="false">
          <v:textbox inset="0,0,0,0">
            <w:txbxContent>
              <w:p>
                <w:pPr>
                  <w:spacing w:line="18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16"/>
                    <w:szCs w:val="16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16"/>
                    <w:szCs w:val="16"/>
                  </w:rPr>
                  <w:t>공과대학</w:t>
                </w:r>
                <w:r>
                  <w:rPr>
                    <w:rFonts w:ascii="돋움" w:hAnsi="돋움" w:cs="돋움" w:eastAsia="돋움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9.350006pt;margin-top:62.982422pt;width:137.35pt;height:16pt;mso-position-horizontal-relative:page;mso-position-vertical-relative:page;z-index:-1179688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교양·교직</w:t>
                </w:r>
                <w:r>
                  <w:rPr>
                    <w:spacing w:val="26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pt;margin-top:84.132813pt;width:50pt;height:10pt;mso-position-horizontal-relative:page;mso-position-vertical-relative:page;z-index:-1179664" type="#_x0000_t202" filled="false" stroked="false">
          <v:textbox inset="0,0,0,0">
            <w:txbxContent>
              <w:p>
                <w:pPr>
                  <w:spacing w:line="18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16"/>
                    <w:szCs w:val="16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16"/>
                    <w:szCs w:val="16"/>
                  </w:rPr>
                  <w:t>정보통신대학</w:t>
                </w:r>
                <w:r>
                  <w:rPr>
                    <w:rFonts w:ascii="돋움" w:hAnsi="돋움" w:cs="돋움" w:eastAsia="돋움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0"/>
    </w:pPr>
    <w:rPr>
      <w:rFonts w:ascii="돋움" w:hAnsi="돋움" w:eastAsia="돋움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2020-08-07T15:27:36Z</dcterms:created>
  <dcterms:modified xsi:type="dcterms:W3CDTF">2020-08-07T15:27:36Z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LastSaved">
    <vt:filetime>2020-08-07T00:00:00Z</vt:filetime>
  </property>
</Properties>
</file>